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195DC4AE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r w:rsidR="001E5D86">
        <w:rPr>
          <w:rStyle w:val="Strong"/>
          <w:rFonts w:asciiTheme="minorHAnsi" w:hAnsiTheme="minorHAnsi" w:cstheme="minorHAnsi"/>
          <w:lang w:val="en-GB"/>
        </w:rPr>
        <w:t>41-w001-23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24A7EEAB" w14:textId="6D1055AF" w:rsidR="00C44890" w:rsidRPr="003144A4" w:rsidRDefault="00475C49" w:rsidP="00C44890">
      <w:pPr>
        <w:rPr>
          <w:lang w:val="en-GB"/>
        </w:rPr>
      </w:pPr>
      <w:r w:rsidRPr="003144A4">
        <w:rPr>
          <w:lang w:val="en-GB"/>
        </w:rPr>
        <w:t>The construction of seawall is one among the CPPL developmental projects that should be completed prior to the establishment of the processing plant on the reclaimed land.</w:t>
      </w:r>
      <w:r w:rsidR="003144A4">
        <w:rPr>
          <w:lang w:val="en-GB"/>
        </w:rPr>
        <w:t xml:space="preserve"> This is an approved strategy to maximise profits and approaching regional and international export level.</w:t>
      </w:r>
    </w:p>
    <w:p w14:paraId="1CEB9030" w14:textId="5FAF0B25" w:rsidR="00BC743C" w:rsidRPr="003144A4" w:rsidRDefault="003405C0" w:rsidP="00C44890">
      <w:pPr>
        <w:rPr>
          <w:lang w:val="en-GB"/>
        </w:rPr>
      </w:pPr>
      <w:r w:rsidRPr="003144A4">
        <w:rPr>
          <w:lang w:val="en-GB"/>
        </w:rPr>
        <w:t>The objectives of the project include:</w:t>
      </w:r>
    </w:p>
    <w:p w14:paraId="594B7E81" w14:textId="6036D066" w:rsidR="003405C0" w:rsidRPr="003144A4" w:rsidRDefault="003405C0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Support income generating opportunities of fishing activities for local fishermen</w:t>
      </w:r>
    </w:p>
    <w:p w14:paraId="4E384834" w14:textId="70D1E43E" w:rsidR="003405C0" w:rsidRPr="003144A4" w:rsidRDefault="003405C0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Enhance food security and livelihood from fisheries for both the people in urban and rural islands.</w:t>
      </w:r>
    </w:p>
    <w:p w14:paraId="38716239" w14:textId="0AF012A6" w:rsidR="003405C0" w:rsidRPr="003144A4" w:rsidRDefault="003405C0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To support artisanal fishermen</w:t>
      </w:r>
      <w:r w:rsidR="003144A4" w:rsidRPr="003144A4">
        <w:rPr>
          <w:sz w:val="24"/>
          <w:szCs w:val="24"/>
          <w:lang w:val="en-GB"/>
        </w:rPr>
        <w:t xml:space="preserve"> through the provision of accessible processing factory for the targeted species.</w:t>
      </w:r>
    </w:p>
    <w:p w14:paraId="370811A5" w14:textId="49866232" w:rsidR="003144A4" w:rsidRPr="003144A4" w:rsidRDefault="003144A4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Helps reduce unemployment rate</w:t>
      </w:r>
      <w:r>
        <w:rPr>
          <w:sz w:val="24"/>
          <w:szCs w:val="24"/>
          <w:lang w:val="en-GB"/>
        </w:rPr>
        <w:t xml:space="preserve">, </w:t>
      </w:r>
      <w:r w:rsidRPr="003144A4">
        <w:rPr>
          <w:sz w:val="24"/>
          <w:szCs w:val="24"/>
          <w:lang w:val="en-GB"/>
        </w:rPr>
        <w:t>alleviate poverty</w:t>
      </w:r>
      <w:r>
        <w:rPr>
          <w:sz w:val="24"/>
          <w:szCs w:val="24"/>
          <w:lang w:val="en-GB"/>
        </w:rPr>
        <w:t xml:space="preserve"> and uplifting the company’s level of production.</w:t>
      </w:r>
    </w:p>
    <w:p w14:paraId="5769F770" w14:textId="10863436" w:rsidR="003144A4" w:rsidRPr="003144A4" w:rsidRDefault="003144A4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Improve financial performance of the company and provide more job opportunities to the local people</w:t>
      </w:r>
    </w:p>
    <w:p w14:paraId="3CBBED2A" w14:textId="42A60000" w:rsidR="003144A4" w:rsidRPr="003144A4" w:rsidRDefault="003144A4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Develop the fishing skills and enhancing social benefits form fisheries related activities.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33323BD8" w14:textId="77777777" w:rsidR="003144A4" w:rsidRDefault="003144A4" w:rsidP="00C44890">
      <w:pPr>
        <w:rPr>
          <w:lang w:val="en-GB"/>
        </w:rPr>
      </w:pPr>
      <w:r>
        <w:rPr>
          <w:lang w:val="en-GB"/>
        </w:rPr>
        <w:t xml:space="preserve"> Refer to the RFP instructions on how to submit proposal.</w:t>
      </w:r>
    </w:p>
    <w:p w14:paraId="04F1FFB0" w14:textId="1785F716" w:rsidR="00EB3B7F" w:rsidRDefault="003144A4" w:rsidP="00C44890">
      <w:pPr>
        <w:rPr>
          <w:lang w:val="en-GB"/>
        </w:rPr>
      </w:pPr>
      <w:r>
        <w:rPr>
          <w:lang w:val="en-GB"/>
        </w:rPr>
        <w:t>T</w:t>
      </w:r>
      <w:r w:rsidR="0043020B">
        <w:rPr>
          <w:lang w:val="en-GB"/>
        </w:rPr>
        <w:t xml:space="preserve">echnical experts </w:t>
      </w:r>
      <w:r>
        <w:rPr>
          <w:lang w:val="en-GB"/>
        </w:rPr>
        <w:t>should be available</w:t>
      </w:r>
      <w:r w:rsidR="00EB3B7F">
        <w:rPr>
          <w:lang w:val="en-GB"/>
        </w:rPr>
        <w:t xml:space="preserve"> and provide technical qualifications and experiences in the construction areas</w:t>
      </w:r>
    </w:p>
    <w:p w14:paraId="6D2DF7BD" w14:textId="410770AC" w:rsidR="00EB3B7F" w:rsidRPr="00B0535A" w:rsidRDefault="00EB3B7F" w:rsidP="00C44890">
      <w:pPr>
        <w:rPr>
          <w:lang w:val="en-GB"/>
        </w:rPr>
      </w:pPr>
      <w:r>
        <w:rPr>
          <w:lang w:val="en-GB"/>
        </w:rPr>
        <w:t>Provide pictures of previous construction works mostly in the civil activities such as seawall, road, bridges and so forth.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3321152F" w14:textId="1B781F0A" w:rsidR="00C44890" w:rsidRPr="00B0535A" w:rsidRDefault="00D252A5" w:rsidP="00C44890">
      <w:pPr>
        <w:rPr>
          <w:lang w:val="en-GB"/>
        </w:rPr>
      </w:pPr>
      <w:r>
        <w:rPr>
          <w:lang w:val="en-GB"/>
        </w:rPr>
        <w:t xml:space="preserve"> 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8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p w14:paraId="1FAB4B7A" w14:textId="37D28775" w:rsidR="00C44890" w:rsidRPr="00B0535A" w:rsidRDefault="001048AE" w:rsidP="00C44890">
      <w:pPr>
        <w:rPr>
          <w:lang w:val="en-GB"/>
        </w:rPr>
      </w:pPr>
      <w:r>
        <w:rPr>
          <w:lang w:val="en-GB"/>
        </w:rPr>
        <w:t>Compliance to the time and schedul</w:t>
      </w:r>
      <w:r w:rsidR="00D252A5">
        <w:rPr>
          <w:lang w:val="en-GB"/>
        </w:rPr>
        <w:t>e of the work should be followed.</w:t>
      </w:r>
    </w:p>
    <w:bookmarkEnd w:id="4"/>
    <w:bookmarkEnd w:id="5"/>
    <w:p w14:paraId="67D3B075" w14:textId="7A22E993" w:rsidR="00C44890" w:rsidRPr="00B0535A" w:rsidRDefault="00C44890" w:rsidP="00DA4675">
      <w:pPr>
        <w:pStyle w:val="Heading2"/>
      </w:pPr>
      <w:r w:rsidRPr="00DA4675">
        <w:rPr>
          <w:sz w:val="28"/>
          <w:szCs w:val="28"/>
        </w:rPr>
        <w:t>Description</w:t>
      </w:r>
      <w:r w:rsidRPr="00B0535A">
        <w:t xml:space="preserve"> of the </w:t>
      </w:r>
      <w:r w:rsidR="00272E3F" w:rsidRPr="00B0535A">
        <w:t>Works</w:t>
      </w:r>
      <w:bookmarkEnd w:id="1"/>
    </w:p>
    <w:p w14:paraId="73D41B65" w14:textId="4E8CFFB7" w:rsidR="00DA4675" w:rsidRPr="00DA4675" w:rsidRDefault="001048AE" w:rsidP="00C44890">
      <w:pPr>
        <w:rPr>
          <w:lang w:val="en-GB"/>
        </w:rPr>
      </w:pPr>
      <w:r>
        <w:rPr>
          <w:lang w:val="en-GB"/>
        </w:rPr>
        <w:t>-</w:t>
      </w:r>
      <w:r w:rsidR="00DA4675" w:rsidRPr="00DA4675">
        <w:rPr>
          <w:lang w:val="en-GB"/>
        </w:rPr>
        <w:t>fencing temporarily the project site</w:t>
      </w:r>
    </w:p>
    <w:p w14:paraId="06D3C1C1" w14:textId="123AF3E3" w:rsidR="00C44890" w:rsidRPr="00DA4675" w:rsidRDefault="00DA4675" w:rsidP="00C44890">
      <w:pPr>
        <w:rPr>
          <w:lang w:val="en-GB"/>
        </w:rPr>
      </w:pPr>
      <w:r w:rsidRPr="00DA4675">
        <w:rPr>
          <w:lang w:val="en-GB"/>
        </w:rPr>
        <w:t>-procurement of project materials</w:t>
      </w:r>
    </w:p>
    <w:p w14:paraId="72169A7A" w14:textId="414073A4" w:rsidR="00DA4675" w:rsidRPr="00DA4675" w:rsidRDefault="00DA4675" w:rsidP="00C44890">
      <w:pPr>
        <w:rPr>
          <w:lang w:val="en-GB"/>
        </w:rPr>
      </w:pPr>
      <w:r w:rsidRPr="00DA4675">
        <w:rPr>
          <w:lang w:val="en-GB"/>
        </w:rPr>
        <w:lastRenderedPageBreak/>
        <w:t>- reef mud for backfill  behind seawall</w:t>
      </w:r>
    </w:p>
    <w:p w14:paraId="6F40B9F2" w14:textId="2167F570" w:rsidR="001048AE" w:rsidRPr="00DA4675" w:rsidRDefault="001048AE" w:rsidP="00C44890">
      <w:pPr>
        <w:rPr>
          <w:lang w:val="en-GB"/>
        </w:rPr>
      </w:pPr>
      <w:r w:rsidRPr="00DA4675">
        <w:rPr>
          <w:lang w:val="en-GB"/>
        </w:rPr>
        <w:t>-</w:t>
      </w:r>
      <w:r w:rsidR="00DA4675" w:rsidRPr="00DA4675">
        <w:rPr>
          <w:lang w:val="en-GB"/>
        </w:rPr>
        <w:t>concrete seawall</w:t>
      </w:r>
    </w:p>
    <w:p w14:paraId="60A12727" w14:textId="1AB465CE" w:rsidR="00DA4675" w:rsidRPr="00DA4675" w:rsidRDefault="00DA4675" w:rsidP="00C44890">
      <w:pPr>
        <w:rPr>
          <w:lang w:val="en-GB"/>
        </w:rPr>
      </w:pPr>
      <w:r w:rsidRPr="00DA4675">
        <w:rPr>
          <w:lang w:val="en-GB"/>
        </w:rPr>
        <w:t>-sandbag for toe/footing and bottom scouring</w:t>
      </w:r>
    </w:p>
    <w:p w14:paraId="2C3F7D3D" w14:textId="0D9F2194" w:rsidR="00DA4675" w:rsidRPr="00DA4675" w:rsidRDefault="00DA4675" w:rsidP="00C44890">
      <w:pPr>
        <w:rPr>
          <w:lang w:val="en-GB"/>
        </w:rPr>
      </w:pPr>
      <w:r w:rsidRPr="00DA4675">
        <w:rPr>
          <w:lang w:val="en-GB"/>
        </w:rPr>
        <w:t>-fabric mat/geotextile to protect the escaping of infill materials</w:t>
      </w:r>
    </w:p>
    <w:p w14:paraId="78FFEFCA" w14:textId="36BED47E" w:rsidR="00DA4675" w:rsidRPr="00DA4675" w:rsidRDefault="00DA4675" w:rsidP="00C44890">
      <w:pPr>
        <w:rPr>
          <w:lang w:val="en-GB"/>
        </w:rPr>
      </w:pPr>
      <w:r w:rsidRPr="00DA4675">
        <w:rPr>
          <w:lang w:val="en-GB"/>
        </w:rPr>
        <w:t xml:space="preserve">- </w:t>
      </w:r>
      <w:r w:rsidR="00E532AC" w:rsidRPr="00DA4675">
        <w:rPr>
          <w:lang w:val="en-GB"/>
        </w:rPr>
        <w:t>Final</w:t>
      </w:r>
      <w:r w:rsidRPr="00DA4675">
        <w:rPr>
          <w:lang w:val="en-GB"/>
        </w:rPr>
        <w:t xml:space="preserve"> cleaning up</w:t>
      </w:r>
    </w:p>
    <w:p w14:paraId="707F563F" w14:textId="77777777" w:rsidR="001048AE" w:rsidRPr="00B0535A" w:rsidRDefault="001048AE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52A950C0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1048AE">
        <w:rPr>
          <w:lang w:val="en-GB"/>
        </w:rPr>
        <w:t>3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938B3" w14:textId="77777777" w:rsidR="00C70467" w:rsidRDefault="00C70467">
      <w:r>
        <w:separator/>
      </w:r>
    </w:p>
  </w:endnote>
  <w:endnote w:type="continuationSeparator" w:id="0">
    <w:p w14:paraId="45D0F215" w14:textId="77777777" w:rsidR="00C70467" w:rsidRDefault="00C70467">
      <w:r>
        <w:continuationSeparator/>
      </w:r>
    </w:p>
  </w:endnote>
  <w:endnote w:type="continuationNotice" w:id="1">
    <w:p w14:paraId="715B13F2" w14:textId="77777777" w:rsidR="00C70467" w:rsidRDefault="00C704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E532AC" w:rsidRDefault="00E532AC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B3B7F" w:rsidRPr="00EB3B7F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B3B7F" w:rsidRPr="00EB3B7F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5FCF7979" w:rsidR="00E532AC" w:rsidRDefault="00E532AC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E5D86">
      <w:rPr>
        <w:noProof/>
      </w:rPr>
      <w:t>2023-06-05</w:t>
    </w:r>
    <w:r>
      <w:fldChar w:fldCharType="end"/>
    </w:r>
  </w:p>
  <w:p w14:paraId="4C7E2131" w14:textId="77777777" w:rsidR="00E532AC" w:rsidRDefault="00E532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2AEF" w14:textId="77777777" w:rsidR="00C70467" w:rsidRDefault="00C70467">
      <w:r>
        <w:separator/>
      </w:r>
    </w:p>
  </w:footnote>
  <w:footnote w:type="continuationSeparator" w:id="0">
    <w:p w14:paraId="65E6B154" w14:textId="77777777" w:rsidR="00C70467" w:rsidRDefault="00C70467">
      <w:r>
        <w:continuationSeparator/>
      </w:r>
    </w:p>
  </w:footnote>
  <w:footnote w:type="continuationNotice" w:id="1">
    <w:p w14:paraId="2055293A" w14:textId="77777777" w:rsidR="00C70467" w:rsidRDefault="00C704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3755" w14:textId="7AF86E14" w:rsidR="00E532AC" w:rsidRPr="00AE7206" w:rsidRDefault="00E532AC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7777777" w:rsidR="00E532AC" w:rsidRPr="00D47CCE" w:rsidRDefault="00E532AC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D669" w14:textId="23E8612D" w:rsidR="00E532AC" w:rsidRPr="003E5941" w:rsidRDefault="00E532AC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03C7F"/>
    <w:multiLevelType w:val="hybridMultilevel"/>
    <w:tmpl w:val="4F665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210563">
    <w:abstractNumId w:val="1"/>
  </w:num>
  <w:num w:numId="2" w16cid:durableId="1448429055">
    <w:abstractNumId w:val="14"/>
  </w:num>
  <w:num w:numId="3" w16cid:durableId="723991078">
    <w:abstractNumId w:val="15"/>
  </w:num>
  <w:num w:numId="4" w16cid:durableId="633944925">
    <w:abstractNumId w:val="5"/>
  </w:num>
  <w:num w:numId="5" w16cid:durableId="333917151">
    <w:abstractNumId w:val="4"/>
  </w:num>
  <w:num w:numId="6" w16cid:durableId="1959527367">
    <w:abstractNumId w:val="9"/>
  </w:num>
  <w:num w:numId="7" w16cid:durableId="1810131609">
    <w:abstractNumId w:val="6"/>
  </w:num>
  <w:num w:numId="8" w16cid:durableId="182667617">
    <w:abstractNumId w:val="12"/>
  </w:num>
  <w:num w:numId="9" w16cid:durableId="468868171">
    <w:abstractNumId w:val="0"/>
  </w:num>
  <w:num w:numId="10" w16cid:durableId="464544033">
    <w:abstractNumId w:val="11"/>
  </w:num>
  <w:num w:numId="11" w16cid:durableId="621229012">
    <w:abstractNumId w:val="2"/>
  </w:num>
  <w:num w:numId="12" w16cid:durableId="2075929424">
    <w:abstractNumId w:val="8"/>
  </w:num>
  <w:num w:numId="13" w16cid:durableId="283076894">
    <w:abstractNumId w:val="13"/>
  </w:num>
  <w:num w:numId="14" w16cid:durableId="1345012656">
    <w:abstractNumId w:val="3"/>
  </w:num>
  <w:num w:numId="15" w16cid:durableId="515388024">
    <w:abstractNumId w:val="7"/>
  </w:num>
  <w:num w:numId="16" w16cid:durableId="19203728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3C7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8AE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6474"/>
    <w:rsid w:val="001E279C"/>
    <w:rsid w:val="001E4621"/>
    <w:rsid w:val="001E5D86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14AF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4A4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5C0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2B1"/>
    <w:rsid w:val="004237A5"/>
    <w:rsid w:val="0042417C"/>
    <w:rsid w:val="00424FE2"/>
    <w:rsid w:val="00425067"/>
    <w:rsid w:val="00425783"/>
    <w:rsid w:val="00426E6C"/>
    <w:rsid w:val="0043020B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1D0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49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4CC4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C743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0467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2A5"/>
    <w:rsid w:val="00D30897"/>
    <w:rsid w:val="00D312F5"/>
    <w:rsid w:val="00D31E27"/>
    <w:rsid w:val="00D33558"/>
    <w:rsid w:val="00D33B65"/>
    <w:rsid w:val="00D346BC"/>
    <w:rsid w:val="00D34EF8"/>
    <w:rsid w:val="00D3562C"/>
    <w:rsid w:val="00D361BA"/>
    <w:rsid w:val="00D36DEB"/>
    <w:rsid w:val="00D36F70"/>
    <w:rsid w:val="00D405BF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675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18D6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32AC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3239"/>
    <w:rsid w:val="00EA484F"/>
    <w:rsid w:val="00EA54E2"/>
    <w:rsid w:val="00EA5718"/>
    <w:rsid w:val="00EA69F4"/>
    <w:rsid w:val="00EA7D38"/>
    <w:rsid w:val="00EB0C28"/>
    <w:rsid w:val="00EB1462"/>
    <w:rsid w:val="00EB3125"/>
    <w:rsid w:val="00EB3B7F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DB90D7-760D-4E74-BBED-DCABAFE8CF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5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2111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6</cp:revision>
  <cp:lastPrinted>2013-10-18T08:32:00Z</cp:lastPrinted>
  <dcterms:created xsi:type="dcterms:W3CDTF">2023-05-30T00:31:00Z</dcterms:created>
  <dcterms:modified xsi:type="dcterms:W3CDTF">2023-06-05T00:00:00Z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